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D8A555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</w:t>
      </w:r>
      <w:r w:rsidR="0031280B" w:rsidRPr="007972E0">
        <w:rPr>
          <w:b/>
          <w:color w:val="FF5200" w:themeColor="accent2"/>
          <w:sz w:val="36"/>
          <w:szCs w:val="36"/>
        </w:rPr>
        <w:t>veřejné zakázce s názvem „</w:t>
      </w:r>
      <w:r w:rsidR="00835086" w:rsidRPr="007972E0">
        <w:rPr>
          <w:b/>
          <w:color w:val="FF5200" w:themeColor="accent2"/>
          <w:sz w:val="36"/>
          <w:szCs w:val="36"/>
        </w:rPr>
        <w:t>Implementace modulu SAP MM v prostředí SŽ</w:t>
      </w:r>
      <w:r w:rsidR="0031280B" w:rsidRPr="007972E0">
        <w:rPr>
          <w:b/>
          <w:color w:val="FF5200" w:themeColor="accent2"/>
          <w:sz w:val="36"/>
          <w:szCs w:val="36"/>
        </w:rPr>
        <w:t>“</w:t>
      </w:r>
      <w:r w:rsidR="000128D4" w:rsidRPr="007972E0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972E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7972E0" w:rsidRPr="007972E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14996/2023-SŽ-GŘ-O8</w:t>
      </w:r>
      <w:bookmarkStart w:id="0" w:name="_GoBack"/>
      <w:bookmarkEnd w:id="0"/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44C9BB54" w14:textId="5D269B27" w:rsidR="007972E0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8726211" w:history="1">
            <w:r w:rsidR="007972E0" w:rsidRPr="00A35E55">
              <w:rPr>
                <w:rStyle w:val="Hypertextovodkaz"/>
                <w:noProof/>
              </w:rPr>
              <w:t>Kapitola 1.</w:t>
            </w:r>
            <w:r w:rsidR="007972E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72E0" w:rsidRPr="00A35E55">
              <w:rPr>
                <w:rStyle w:val="Hypertextovodkaz"/>
                <w:noProof/>
              </w:rPr>
              <w:t>Základní údaje k nabídce</w:t>
            </w:r>
            <w:r w:rsidR="007972E0">
              <w:rPr>
                <w:noProof/>
                <w:webHidden/>
              </w:rPr>
              <w:tab/>
            </w:r>
            <w:r w:rsidR="007972E0">
              <w:rPr>
                <w:noProof/>
                <w:webHidden/>
              </w:rPr>
              <w:fldChar w:fldCharType="begin"/>
            </w:r>
            <w:r w:rsidR="007972E0">
              <w:rPr>
                <w:noProof/>
                <w:webHidden/>
              </w:rPr>
              <w:instrText xml:space="preserve"> PAGEREF _Toc128726211 \h </w:instrText>
            </w:r>
            <w:r w:rsidR="007972E0">
              <w:rPr>
                <w:noProof/>
                <w:webHidden/>
              </w:rPr>
            </w:r>
            <w:r w:rsidR="007972E0">
              <w:rPr>
                <w:noProof/>
                <w:webHidden/>
              </w:rPr>
              <w:fldChar w:fldCharType="separate"/>
            </w:r>
            <w:r w:rsidR="007972E0">
              <w:rPr>
                <w:noProof/>
                <w:webHidden/>
              </w:rPr>
              <w:t>2</w:t>
            </w:r>
            <w:r w:rsidR="007972E0">
              <w:rPr>
                <w:noProof/>
                <w:webHidden/>
              </w:rPr>
              <w:fldChar w:fldCharType="end"/>
            </w:r>
          </w:hyperlink>
        </w:p>
        <w:p w14:paraId="0A245BC3" w14:textId="18998932" w:rsidR="007972E0" w:rsidRDefault="007972E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726212" w:history="1">
            <w:r w:rsidRPr="00A35E55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35E55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_Toc128726212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E0FDF0" w14:textId="62E99EC2" w:rsidR="007972E0" w:rsidRDefault="007972E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726213" w:history="1">
            <w:r w:rsidRPr="00A35E55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35E55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_Toc128726213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7ABF92" w14:textId="54F102A2" w:rsidR="007972E0" w:rsidRDefault="007972E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726214" w:history="1">
            <w:r w:rsidRPr="00A35E55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35E55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_Toc128726214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1426A5" w14:textId="5714A246" w:rsidR="007972E0" w:rsidRDefault="007972E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726215" w:history="1">
            <w:r w:rsidRPr="00A35E55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35E55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_Toc128726215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1B6347" w14:textId="1206EACD" w:rsidR="007972E0" w:rsidRDefault="007972E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726216" w:history="1">
            <w:r w:rsidRPr="00A35E55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35E55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_Toc128726216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BC84BE" w14:textId="0B9DF042" w:rsidR="007972E0" w:rsidRDefault="007972E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726217" w:history="1">
            <w:r w:rsidRPr="00A35E55">
              <w:rPr>
                <w:rStyle w:val="Hypertextovodkaz"/>
                <w:rFonts w:eastAsia="Times New Roman"/>
                <w:noProof/>
              </w:rPr>
              <w:t>Kapitola 7.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35E55">
              <w:rPr>
                <w:rStyle w:val="Hypertextovodkaz"/>
                <w:noProof/>
              </w:rPr>
              <w:t>Čestné</w:t>
            </w:r>
            <w:r w:rsidRPr="00A35E5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_Toc128726217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17481E93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28726211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42AC84B9" w:rsidR="00A93A74" w:rsidRDefault="00A93A74" w:rsidP="008B1A2C">
      <w:r>
        <w:t xml:space="preserve">Účastník prohlašuje, že veškeré údaje uvedené v tomto </w:t>
      </w:r>
      <w:r w:rsidRPr="00493493">
        <w:t xml:space="preserve">krycím listu, který je přílohou č. </w:t>
      </w:r>
      <w:r w:rsidR="00B87D91" w:rsidRPr="00493493">
        <w:t xml:space="preserve">1 </w:t>
      </w:r>
      <w:r w:rsidRPr="00493493">
        <w:t>Výzvy k podání nabíd</w:t>
      </w:r>
      <w:r w:rsidR="004C76E9" w:rsidRPr="00493493">
        <w:t>ky</w:t>
      </w:r>
      <w:r w:rsidRPr="00493493">
        <w:t xml:space="preserve"> na veřejnou zakázku zadávanou</w:t>
      </w:r>
      <w:r w:rsidR="004C76E9" w:rsidRPr="00493493">
        <w:t xml:space="preserve"> jako </w:t>
      </w:r>
      <w:r w:rsidR="000128D4" w:rsidRPr="00493493">
        <w:rPr>
          <w:rFonts w:eastAsia="Times New Roman" w:cs="Times New Roman"/>
          <w:lang w:eastAsia="cs-CZ"/>
        </w:rPr>
        <w:t>podlimitní sektorovou veřejnou zakázku</w:t>
      </w:r>
      <w:r w:rsidRPr="00493493">
        <w:t>, jsou pravdivé</w:t>
      </w:r>
      <w:r w:rsidR="009771C9" w:rsidRPr="00493493">
        <w:t>, úplné a odpovídají skutečnosti</w:t>
      </w:r>
      <w:r w:rsidRPr="00493493">
        <w:t>. Účastník si je vědom důsledků</w:t>
      </w:r>
      <w:r>
        <w:t xml:space="preserve">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7F2577D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835086">
        <w:t xml:space="preserve"> </w:t>
      </w:r>
      <w:r w:rsidR="00835086" w:rsidRPr="00835086">
        <w:rPr>
          <w:highlight w:val="green"/>
        </w:rPr>
        <w:t>…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6285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6285F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28726212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2872621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835086">
        <w:rPr>
          <w:rFonts w:eastAsia="Times New Roman" w:cs="Times New Roman"/>
          <w:lang w:eastAsia="cs-CZ"/>
        </w:rPr>
        <w:t xml:space="preserve">tuto </w:t>
      </w:r>
      <w:r w:rsidR="00A327CB" w:rsidRPr="00835086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28726214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28726215"/>
      <w:r w:rsidRPr="00E85D44">
        <w:lastRenderedPageBreak/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16DDD1E0" w:rsidR="00E85D44" w:rsidRPr="007972E0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 w:rsidRPr="007972E0">
        <w:rPr>
          <w:rFonts w:eastAsia="Times New Roman" w:cs="Times New Roman"/>
          <w:lang w:eastAsia="cs-CZ"/>
        </w:rPr>
        <w:t>Účastník</w:t>
      </w:r>
      <w:r w:rsidR="000128D4" w:rsidRPr="007972E0">
        <w:rPr>
          <w:rFonts w:eastAsia="Times New Roman" w:cs="Times New Roman"/>
          <w:lang w:eastAsia="cs-CZ"/>
        </w:rPr>
        <w:t xml:space="preserve">, </w:t>
      </w:r>
      <w:r w:rsidR="00E85D44" w:rsidRPr="007972E0">
        <w:rPr>
          <w:rFonts w:eastAsia="Times New Roman" w:cs="Times New Roman"/>
          <w:lang w:eastAsia="cs-CZ"/>
        </w:rPr>
        <w:t xml:space="preserve">který podává </w:t>
      </w:r>
      <w:r w:rsidR="000128D4" w:rsidRPr="007972E0">
        <w:rPr>
          <w:rFonts w:eastAsia="Times New Roman" w:cs="Times New Roman"/>
          <w:lang w:eastAsia="cs-CZ"/>
        </w:rPr>
        <w:t xml:space="preserve">tuto </w:t>
      </w:r>
      <w:r w:rsidR="00E85D44" w:rsidRPr="007972E0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835086" w:rsidRPr="007972E0">
        <w:rPr>
          <w:rFonts w:eastAsia="Times New Roman" w:cs="Times New Roman"/>
          <w:lang w:eastAsia="cs-CZ"/>
        </w:rPr>
        <w:t>5</w:t>
      </w:r>
      <w:r w:rsidR="00E85D44" w:rsidRPr="007972E0">
        <w:rPr>
          <w:rFonts w:eastAsia="Times New Roman" w:cs="Times New Roman"/>
          <w:lang w:eastAsia="cs-CZ"/>
        </w:rPr>
        <w:t xml:space="preserve"> významných služeb definovaných v čl. </w:t>
      </w:r>
      <w:r w:rsidR="00835086" w:rsidRPr="007972E0">
        <w:rPr>
          <w:rFonts w:eastAsia="Times New Roman" w:cs="Times New Roman"/>
          <w:lang w:eastAsia="cs-CZ"/>
        </w:rPr>
        <w:t>7.5.1</w:t>
      </w:r>
      <w:r w:rsidR="00E85D44" w:rsidRPr="007972E0">
        <w:rPr>
          <w:rFonts w:eastAsia="Times New Roman" w:cs="Times New Roman"/>
          <w:lang w:eastAsia="cs-CZ"/>
        </w:rPr>
        <w:t xml:space="preserve"> </w:t>
      </w:r>
      <w:r w:rsidR="00B87D91" w:rsidRPr="007972E0">
        <w:rPr>
          <w:rFonts w:eastAsia="Times New Roman" w:cs="Times New Roman"/>
          <w:lang w:eastAsia="cs-CZ"/>
        </w:rPr>
        <w:t>V</w:t>
      </w:r>
      <w:r w:rsidR="00E85D44" w:rsidRPr="007972E0">
        <w:rPr>
          <w:rFonts w:eastAsia="Times New Roman" w:cs="Times New Roman"/>
          <w:lang w:eastAsia="cs-CZ"/>
        </w:rPr>
        <w:t xml:space="preserve">ýzvy k podání nabídky v celkové hodnotě </w:t>
      </w:r>
      <w:r w:rsidR="007972E0" w:rsidRPr="007972E0">
        <w:rPr>
          <w:rFonts w:eastAsia="Times New Roman" w:cs="Times New Roman"/>
          <w:lang w:eastAsia="cs-CZ"/>
        </w:rPr>
        <w:t xml:space="preserve">5 000 000 </w:t>
      </w:r>
      <w:r w:rsidR="00E85D44" w:rsidRPr="007972E0">
        <w:rPr>
          <w:rFonts w:eastAsia="Times New Roman" w:cs="Times New Roman"/>
          <w:lang w:eastAsia="cs-CZ"/>
        </w:rPr>
        <w:t>Kč bez DPH.</w:t>
      </w:r>
    </w:p>
    <w:p w14:paraId="2DC84E9A" w14:textId="77777777" w:rsidR="00E85D44" w:rsidRPr="007972E0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2D74CC76" w:rsidR="00E85D44" w:rsidRPr="007972E0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7972E0"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Pr="007972E0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3C31011B" w:rsidR="00E85D44" w:rsidRPr="007972E0" w:rsidRDefault="00E85D44" w:rsidP="0083508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972E0"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5FDCFE96" w:rsidR="00E85D44" w:rsidRPr="007972E0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972E0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Pr="007972E0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A784B8F" w:rsidR="00E85D44" w:rsidRPr="007972E0" w:rsidRDefault="00E85D44" w:rsidP="0083508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972E0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7972E0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972E0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972E0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835086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35086" w14:paraId="75AC4A6A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0953476" w14:textId="77777777" w:rsidR="00835086" w:rsidRDefault="00835086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170A697D" w14:textId="77777777" w:rsidR="00835086" w:rsidRDefault="00835086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057D92FE" w14:textId="77777777" w:rsidR="00835086" w:rsidRDefault="00835086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CBEB0" w14:textId="77777777" w:rsidR="00835086" w:rsidRDefault="00835086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35086" w14:paraId="43EAAAFE" w14:textId="77777777" w:rsidTr="00835086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6DAFB499" w14:textId="77777777" w:rsidR="00835086" w:rsidRDefault="00835086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8B04799" w14:textId="77777777" w:rsidR="00835086" w:rsidRDefault="00835086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6DB76F5A" w14:textId="77777777" w:rsidR="00835086" w:rsidRDefault="00835086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137C76F" w14:textId="77777777" w:rsidR="00835086" w:rsidRDefault="00835086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35086" w14:paraId="5E6DC4E9" w14:textId="77777777" w:rsidTr="0083508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481CED8" w14:textId="77777777" w:rsidR="00835086" w:rsidRDefault="00835086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2E91DBE" w14:textId="77777777" w:rsidR="00835086" w:rsidRDefault="00835086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26E3BC" w14:textId="77777777" w:rsidR="00835086" w:rsidRDefault="00835086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FB5160" w14:textId="77777777" w:rsidR="00835086" w:rsidRDefault="00835086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28726216"/>
      <w:r>
        <w:t>Seznam osob</w:t>
      </w:r>
      <w:bookmarkEnd w:id="6"/>
      <w:bookmarkEnd w:id="7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8350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835086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835086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835086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14:paraId="5D07A0DB" w14:textId="77777777" w:rsidTr="008350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12BF7AFB" w:rsidR="00F44645" w:rsidRPr="00835086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835086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352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8350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60650454" w:rsidR="00F44645" w:rsidRPr="00835086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835086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352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8350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4884F73A" w14:textId="01DCC7C0" w:rsidR="00F44645" w:rsidRPr="00835086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835086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352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8350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209FF84" w14:textId="0E5462C6" w:rsidR="00F44645" w:rsidRPr="00835086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835086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352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835086" w14:paraId="1170AE36" w14:textId="77777777" w:rsidTr="008350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6EA89709" w14:textId="598294C5" w:rsidR="00835086" w:rsidRPr="00835086" w:rsidRDefault="00835086" w:rsidP="00835086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835086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352" w:type="dxa"/>
          </w:tcPr>
          <w:p w14:paraId="54B7276F" w14:textId="77777777" w:rsidR="00835086" w:rsidRPr="00F44645" w:rsidRDefault="00835086" w:rsidP="008350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835086" w14:paraId="274AC354" w14:textId="77777777" w:rsidTr="008350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835086" w:rsidRPr="00835086" w:rsidRDefault="00835086" w:rsidP="00835086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835086">
              <w:rPr>
                <w:rFonts w:eastAsia="Times New Roman" w:cs="Times New Roman"/>
                <w:highlight w:val="green"/>
                <w:lang w:eastAsia="cs-CZ"/>
              </w:rPr>
              <w:t xml:space="preserve">Pozn. V případě, že dodavatel uvede více členů realizačního týmu, upraví dodavatel tabulku dle potřeby. </w:t>
            </w:r>
          </w:p>
        </w:tc>
      </w:tr>
      <w:tr w:rsidR="00835086" w14:paraId="4057DA1D" w14:textId="77777777" w:rsidTr="008350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835086" w:rsidRDefault="00835086" w:rsidP="00835086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835086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35086">
        <w:rPr>
          <w:rFonts w:eastAsia="Times New Roman" w:cs="Times New Roman"/>
          <w:lang w:eastAsia="cs-CZ"/>
        </w:rPr>
        <w:t>Přílohy:</w:t>
      </w:r>
    </w:p>
    <w:p w14:paraId="23E77F5D" w14:textId="0B587076" w:rsidR="00F44645" w:rsidRPr="00835086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35086">
        <w:rPr>
          <w:rFonts w:eastAsia="Times New Roman" w:cs="Times New Roman"/>
          <w:lang w:eastAsia="cs-CZ"/>
        </w:rPr>
        <w:t>Životopis Název funkce</w:t>
      </w:r>
    </w:p>
    <w:p w14:paraId="32A27CB1" w14:textId="7AF89131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28726217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37519" w14:textId="77777777" w:rsidR="00C6285F" w:rsidRDefault="00C6285F" w:rsidP="00962258">
      <w:pPr>
        <w:spacing w:after="0" w:line="240" w:lineRule="auto"/>
      </w:pPr>
      <w:r>
        <w:separator/>
      </w:r>
    </w:p>
  </w:endnote>
  <w:endnote w:type="continuationSeparator" w:id="0">
    <w:p w14:paraId="58CD4256" w14:textId="77777777" w:rsidR="00C6285F" w:rsidRDefault="00C628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CF6F3BD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55D4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55D4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23DB637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55D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55D4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36995" w14:textId="77777777" w:rsidR="00C6285F" w:rsidRDefault="00C6285F" w:rsidP="00962258">
      <w:pPr>
        <w:spacing w:after="0" w:line="240" w:lineRule="auto"/>
      </w:pPr>
      <w:r>
        <w:separator/>
      </w:r>
    </w:p>
  </w:footnote>
  <w:footnote w:type="continuationSeparator" w:id="0">
    <w:p w14:paraId="4782B1FF" w14:textId="77777777" w:rsidR="00C6285F" w:rsidRDefault="00C6285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93493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0494"/>
    <w:rsid w:val="0077673A"/>
    <w:rsid w:val="00784411"/>
    <w:rsid w:val="007846E1"/>
    <w:rsid w:val="007972E0"/>
    <w:rsid w:val="007B570C"/>
    <w:rsid w:val="007B6D10"/>
    <w:rsid w:val="007C0237"/>
    <w:rsid w:val="007C3297"/>
    <w:rsid w:val="007C589B"/>
    <w:rsid w:val="007E4A6E"/>
    <w:rsid w:val="007F56A7"/>
    <w:rsid w:val="00807DD0"/>
    <w:rsid w:val="00835086"/>
    <w:rsid w:val="0084684F"/>
    <w:rsid w:val="008659F3"/>
    <w:rsid w:val="00882189"/>
    <w:rsid w:val="00886D4B"/>
    <w:rsid w:val="00894083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55D4"/>
    <w:rsid w:val="00C6285F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3D9A32-33B2-4BAA-BD56-F788B375F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30</TotalTime>
  <Pages>1</Pages>
  <Words>1285</Words>
  <Characters>7586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9</cp:revision>
  <cp:lastPrinted>2017-11-28T17:18:00Z</cp:lastPrinted>
  <dcterms:created xsi:type="dcterms:W3CDTF">2022-05-09T11:10:00Z</dcterms:created>
  <dcterms:modified xsi:type="dcterms:W3CDTF">2023-03-03T08:26:00Z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